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09E381AD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</w:t>
      </w:r>
      <w:r w:rsidR="00F94730">
        <w:rPr>
          <w:rFonts w:ascii="Corbel" w:hAnsi="Corbel"/>
          <w:i/>
          <w:smallCaps/>
          <w:sz w:val="24"/>
          <w:szCs w:val="24"/>
        </w:rPr>
        <w:t>2019-2022</w:t>
      </w:r>
    </w:p>
    <w:p w14:paraId="0A3AE353" w14:textId="4B49BDC1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</w:t>
      </w:r>
      <w:r w:rsidR="00F94730">
        <w:rPr>
          <w:rFonts w:ascii="Corbel" w:hAnsi="Corbel"/>
          <w:sz w:val="20"/>
          <w:szCs w:val="20"/>
        </w:rPr>
        <w:t>1</w:t>
      </w:r>
      <w:r w:rsidR="00B16C33">
        <w:rPr>
          <w:rFonts w:ascii="Corbel" w:hAnsi="Corbel"/>
          <w:sz w:val="20"/>
          <w:szCs w:val="20"/>
        </w:rPr>
        <w:t>/202</w:t>
      </w:r>
      <w:r w:rsidR="00F94730">
        <w:rPr>
          <w:rFonts w:ascii="Corbel" w:hAnsi="Corbel"/>
          <w:sz w:val="20"/>
          <w:szCs w:val="20"/>
        </w:rPr>
        <w:t>2</w:t>
      </w:r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21713310" w:rsidR="0085747A" w:rsidRPr="00496F54" w:rsidRDefault="00496F54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6F5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7006B053" w:rsidR="00015B8F" w:rsidRPr="009C54AE" w:rsidRDefault="00496F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056E4A39" w:rsidR="00015B8F" w:rsidRPr="009C54AE" w:rsidRDefault="00496F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17256344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6ED4B7C3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16D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719AB3E4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16D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471B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976A7B" w14:textId="77777777" w:rsidR="00414510" w:rsidRPr="00414510" w:rsidRDefault="00414510" w:rsidP="0041451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414510">
        <w:rPr>
          <w:rFonts w:ascii="Corbel" w:hAnsi="Corbel"/>
          <w:b w:val="0"/>
          <w:smallCaps w:val="0"/>
        </w:rPr>
        <w:t>Wykład połączony z prezentacją multimedialną</w:t>
      </w:r>
    </w:p>
    <w:p w14:paraId="20D5CE68" w14:textId="53CF135C" w:rsidR="00414510" w:rsidRPr="00414510" w:rsidRDefault="00414510" w:rsidP="0041451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414510">
        <w:rPr>
          <w:rFonts w:ascii="Corbel" w:hAnsi="Corbel"/>
          <w:b w:val="0"/>
          <w:smallCaps w:val="0"/>
        </w:rPr>
        <w:t>Ćwiczenia: praca w grupach, dyskusja</w:t>
      </w:r>
    </w:p>
    <w:p w14:paraId="4A269580" w14:textId="77777777" w:rsidR="00414510" w:rsidRDefault="00414510" w:rsidP="0041451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34849A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8125682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6C669CC4" w:rsidR="0085747A" w:rsidRPr="009C54AE" w:rsidRDefault="21DB15E1" w:rsidP="18125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12568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6D3C23B8" w:rsidRPr="18125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5A37F972" w:rsidRPr="18125682">
              <w:rPr>
                <w:rFonts w:ascii="Corbel" w:hAnsi="Corbel"/>
                <w:b w:val="0"/>
                <w:smallCaps w:val="0"/>
              </w:rPr>
              <w:t>(</w:t>
            </w:r>
            <w:r w:rsidR="060384EA" w:rsidRPr="18125682">
              <w:rPr>
                <w:rFonts w:ascii="Corbel" w:hAnsi="Corbel"/>
                <w:b w:val="0"/>
                <w:smallCaps w:val="0"/>
              </w:rPr>
              <w:t xml:space="preserve">min. </w:t>
            </w:r>
            <w:r w:rsidR="6D3C23B8" w:rsidRPr="18125682">
              <w:rPr>
                <w:rFonts w:ascii="Corbel" w:hAnsi="Corbel"/>
                <w:b w:val="0"/>
                <w:smallCaps w:val="0"/>
              </w:rPr>
              <w:t>51%</w:t>
            </w:r>
            <w:r w:rsidR="3F578FB5" w:rsidRPr="18125682">
              <w:rPr>
                <w:rFonts w:ascii="Corbel" w:hAnsi="Corbel"/>
                <w:b w:val="0"/>
                <w:smallCaps w:val="0"/>
              </w:rPr>
              <w:t>)</w:t>
            </w:r>
            <w:r w:rsidR="7847AEAF" w:rsidRPr="1812568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3C0C5B0D" w:rsidR="0085747A" w:rsidRPr="009C54AE" w:rsidRDefault="00496F54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5E4B32DF" w:rsidR="00C61DC5" w:rsidRPr="009C54AE" w:rsidRDefault="00496F54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PWE,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CFCC9" w14:textId="77777777" w:rsidR="00661CCB" w:rsidRDefault="00661CCB" w:rsidP="00C16ABF">
      <w:pPr>
        <w:spacing w:after="0" w:line="240" w:lineRule="auto"/>
      </w:pPr>
      <w:r>
        <w:separator/>
      </w:r>
    </w:p>
  </w:endnote>
  <w:endnote w:type="continuationSeparator" w:id="0">
    <w:p w14:paraId="1738953F" w14:textId="77777777" w:rsidR="00661CCB" w:rsidRDefault="00661C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C0085" w14:textId="77777777" w:rsidR="00661CCB" w:rsidRDefault="00661CCB" w:rsidP="00C16ABF">
      <w:pPr>
        <w:spacing w:after="0" w:line="240" w:lineRule="auto"/>
      </w:pPr>
      <w:r>
        <w:separator/>
      </w:r>
    </w:p>
  </w:footnote>
  <w:footnote w:type="continuationSeparator" w:id="0">
    <w:p w14:paraId="54FCBFD1" w14:textId="77777777" w:rsidR="00661CCB" w:rsidRDefault="00661CCB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1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96F5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CCB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913CE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47BB"/>
    <w:rsid w:val="00DF71C8"/>
    <w:rsid w:val="00E129B8"/>
    <w:rsid w:val="00E216DC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730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60384EA"/>
    <w:rsid w:val="0D46BECA"/>
    <w:rsid w:val="0D77F9D0"/>
    <w:rsid w:val="0F804CDD"/>
    <w:rsid w:val="1115DFC5"/>
    <w:rsid w:val="16B2AA1C"/>
    <w:rsid w:val="17E0B88C"/>
    <w:rsid w:val="18125682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3F578FB5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37F972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63A027-FFEE-49CF-AF37-B87C2F331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908</Words>
  <Characters>5448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2020-11-26T14:27:00Z</dcterms:created>
  <dcterms:modified xsi:type="dcterms:W3CDTF">2021-02-13T18:03:00Z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